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5751CC" w14:textId="77777777" w:rsidR="009F392E" w:rsidRDefault="00A93F16" w:rsidP="00F0533E">
      <w:pPr>
        <w:rPr>
          <w:noProof/>
        </w:rPr>
      </w:pPr>
      <w:r>
        <w:rPr>
          <w:noProof/>
        </w:rPr>
        <w:t xml:space="preserve">Příloha č. </w:t>
      </w:r>
      <w:r w:rsidR="00B67D40">
        <w:rPr>
          <w:noProof/>
        </w:rPr>
        <w:t>3</w:t>
      </w:r>
      <w:r w:rsidR="00B85B4C">
        <w:rPr>
          <w:noProof/>
        </w:rPr>
        <w:t xml:space="preserve"> </w:t>
      </w:r>
      <w:r w:rsidR="000C6876">
        <w:rPr>
          <w:noProof/>
        </w:rPr>
        <w:t>Smlouvy o dílo</w:t>
      </w:r>
    </w:p>
    <w:p w14:paraId="18CA730B" w14:textId="77777777" w:rsidR="00F01920" w:rsidRDefault="00F01920" w:rsidP="00F01920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p w14:paraId="29AC2797" w14:textId="77777777" w:rsidR="00F01920" w:rsidRDefault="00F01920" w:rsidP="00F01920">
      <w:pPr>
        <w:rPr>
          <w:rFonts w:cs="Times New Roman"/>
          <w:szCs w:val="22"/>
        </w:rPr>
      </w:pPr>
      <w:r w:rsidRPr="00106997">
        <w:rPr>
          <w:rFonts w:cs="Times New Roman"/>
          <w:szCs w:val="22"/>
        </w:rPr>
        <w:t xml:space="preserve">Osoby na </w:t>
      </w:r>
      <w:r>
        <w:rPr>
          <w:rFonts w:cs="Times New Roman"/>
          <w:szCs w:val="22"/>
        </w:rPr>
        <w:t>K</w:t>
      </w:r>
      <w:r w:rsidRPr="00106997">
        <w:rPr>
          <w:rFonts w:cs="Times New Roman"/>
          <w:szCs w:val="22"/>
        </w:rPr>
        <w:t xml:space="preserve">líčových pozicích v Realizačním týmu </w:t>
      </w:r>
      <w:r>
        <w:rPr>
          <w:rFonts w:cs="Times New Roman"/>
          <w:szCs w:val="22"/>
        </w:rPr>
        <w:t>Zhotovitel</w:t>
      </w:r>
      <w:r w:rsidRPr="00106997">
        <w:rPr>
          <w:rFonts w:cs="Times New Roman"/>
          <w:szCs w:val="22"/>
        </w:rPr>
        <w:t>e (Kvalifikované osoby):</w:t>
      </w:r>
    </w:p>
    <w:tbl>
      <w:tblPr>
        <w:tblStyle w:val="Mkatabulky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2226"/>
        <w:gridCol w:w="1843"/>
        <w:gridCol w:w="2268"/>
      </w:tblGrid>
      <w:tr w:rsidR="00F01920" w:rsidRPr="001C34C2" w14:paraId="255BAC7E" w14:textId="77777777" w:rsidTr="000F73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77A758" w14:textId="77777777" w:rsidR="00F01920" w:rsidRPr="001C34C2" w:rsidRDefault="00F01920" w:rsidP="000F7306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Pracovní tým A</w:t>
            </w:r>
          </w:p>
        </w:tc>
      </w:tr>
      <w:tr w:rsidR="00F01920" w:rsidRPr="001C34C2" w14:paraId="5B656866" w14:textId="77777777" w:rsidTr="000F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F5293A" w14:textId="77777777" w:rsidR="00F01920" w:rsidRPr="001C34C2" w:rsidRDefault="00F01920" w:rsidP="000F7306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Název klíčové pozice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3B6C8B" w14:textId="77777777" w:rsidR="00F01920" w:rsidRPr="001C34C2" w:rsidRDefault="00F01920" w:rsidP="000F7306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Jméno a příjmení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BFB524" w14:textId="77777777" w:rsidR="00F01920" w:rsidRPr="001C34C2" w:rsidRDefault="00F01920" w:rsidP="000F7306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Kontaktní telefon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94D2BD" w14:textId="77777777" w:rsidR="00F01920" w:rsidRPr="001C34C2" w:rsidRDefault="00F01920" w:rsidP="000F7306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Kontaktní e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noBreakHyphen/>
            </w: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mail</w:t>
            </w:r>
          </w:p>
        </w:tc>
      </w:tr>
      <w:tr w:rsidR="00F01920" w:rsidRPr="001C34C2" w14:paraId="60766B44" w14:textId="77777777" w:rsidTr="000F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C630382" w14:textId="77777777" w:rsidR="00F01920" w:rsidRPr="001C34C2" w:rsidRDefault="00F01920" w:rsidP="000F7306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Hlk76550200"/>
            <w:r w:rsidRPr="003F15DB">
              <w:rPr>
                <w:rFonts w:asciiTheme="majorHAnsi" w:hAnsiTheme="majorHAnsi"/>
                <w:b/>
                <w:sz w:val="18"/>
                <w:szCs w:val="18"/>
              </w:rPr>
              <w:t xml:space="preserve">Vedoucí projektu </w:t>
            </w:r>
          </w:p>
        </w:tc>
        <w:tc>
          <w:tcPr>
            <w:tcW w:w="2226" w:type="dxa"/>
            <w:tcBorders>
              <w:top w:val="single" w:sz="4" w:space="0" w:color="auto"/>
            </w:tcBorders>
          </w:tcPr>
          <w:p w14:paraId="5D8A6A57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21E7CD3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6A76FBD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F01920" w:rsidRPr="001C34C2" w14:paraId="7DD76DC3" w14:textId="77777777" w:rsidTr="000F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39FE0617" w14:textId="77777777" w:rsidR="00F01920" w:rsidRPr="001C34C2" w:rsidRDefault="00F01920" w:rsidP="000F7306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rPr>
                <w:rFonts w:asciiTheme="majorHAnsi" w:hAnsiTheme="majorHAnsi"/>
                <w:sz w:val="18"/>
              </w:rPr>
            </w:pPr>
            <w:r w:rsidRPr="003F15DB">
              <w:rPr>
                <w:rFonts w:asciiTheme="majorHAnsi" w:hAnsiTheme="majorHAnsi"/>
                <w:b/>
                <w:sz w:val="18"/>
              </w:rPr>
              <w:t xml:space="preserve">Ověřovatel </w:t>
            </w:r>
            <w:r w:rsidRPr="003F15DB">
              <w:rPr>
                <w:rFonts w:asciiTheme="majorHAnsi" w:hAnsiTheme="majorHAnsi"/>
                <w:b/>
                <w:sz w:val="18"/>
                <w:szCs w:val="18"/>
              </w:rPr>
              <w:t>zaměření</w:t>
            </w:r>
            <w:r w:rsidRPr="003F15DB">
              <w:rPr>
                <w:rFonts w:asciiTheme="majorHAnsi" w:hAnsiTheme="majorHAnsi"/>
                <w:b/>
                <w:sz w:val="18"/>
              </w:rPr>
              <w:t xml:space="preserve"> ZPS a DI </w:t>
            </w:r>
          </w:p>
        </w:tc>
        <w:tc>
          <w:tcPr>
            <w:tcW w:w="2226" w:type="dxa"/>
          </w:tcPr>
          <w:p w14:paraId="613C79E5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843" w:type="dxa"/>
          </w:tcPr>
          <w:p w14:paraId="681D225A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268" w:type="dxa"/>
          </w:tcPr>
          <w:p w14:paraId="40BBC092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F01920" w:rsidRPr="001C34C2" w14:paraId="476886E2" w14:textId="77777777" w:rsidTr="000F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4C9AD20B" w14:textId="77777777" w:rsidR="00F01920" w:rsidRPr="001C34C2" w:rsidRDefault="00F01920" w:rsidP="000F7306">
            <w:pPr>
              <w:pStyle w:val="Claneka"/>
              <w:ind w:left="0" w:firstLine="0"/>
              <w:rPr>
                <w:rFonts w:asciiTheme="majorHAnsi" w:hAnsiTheme="majorHAnsi"/>
                <w:sz w:val="18"/>
              </w:rPr>
            </w:pPr>
            <w:r w:rsidRPr="003F15DB">
              <w:rPr>
                <w:rFonts w:asciiTheme="majorHAnsi" w:hAnsiTheme="majorHAnsi"/>
                <w:b/>
                <w:sz w:val="18"/>
                <w:szCs w:val="18"/>
              </w:rPr>
              <w:t>Vedoucí měři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c</w:t>
            </w:r>
            <w:r w:rsidRPr="003F15DB">
              <w:rPr>
                <w:rFonts w:asciiTheme="majorHAnsi" w:hAnsiTheme="majorHAnsi"/>
                <w:b/>
                <w:sz w:val="18"/>
                <w:szCs w:val="18"/>
              </w:rPr>
              <w:t>kých skupin</w:t>
            </w:r>
          </w:p>
        </w:tc>
        <w:tc>
          <w:tcPr>
            <w:tcW w:w="2226" w:type="dxa"/>
          </w:tcPr>
          <w:p w14:paraId="6A78C1BE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843" w:type="dxa"/>
          </w:tcPr>
          <w:p w14:paraId="35AD7662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268" w:type="dxa"/>
          </w:tcPr>
          <w:p w14:paraId="5AA357B4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F01920" w:rsidRPr="001C34C2" w14:paraId="1C8351D9" w14:textId="77777777" w:rsidTr="000F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100B548F" w14:textId="77777777" w:rsidR="00F01920" w:rsidRPr="001C34C2" w:rsidRDefault="00F01920" w:rsidP="000F7306">
            <w:pPr>
              <w:pStyle w:val="Claneka"/>
              <w:ind w:left="0" w:firstLine="0"/>
              <w:rPr>
                <w:rFonts w:asciiTheme="majorHAnsi" w:hAnsiTheme="majorHAnsi"/>
                <w:sz w:val="18"/>
              </w:rPr>
            </w:pPr>
            <w:r w:rsidRPr="003F15DB">
              <w:rPr>
                <w:rFonts w:asciiTheme="majorHAnsi" w:hAnsiTheme="majorHAnsi"/>
                <w:b/>
                <w:sz w:val="18"/>
                <w:szCs w:val="18"/>
              </w:rPr>
              <w:t>Zpracovatel dat</w:t>
            </w:r>
          </w:p>
        </w:tc>
        <w:tc>
          <w:tcPr>
            <w:tcW w:w="2226" w:type="dxa"/>
          </w:tcPr>
          <w:p w14:paraId="1DB7BE3B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843" w:type="dxa"/>
          </w:tcPr>
          <w:p w14:paraId="2D098D77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268" w:type="dxa"/>
          </w:tcPr>
          <w:p w14:paraId="6284D243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F01920" w:rsidRPr="001C34C2" w14:paraId="36692ED2" w14:textId="77777777" w:rsidTr="000F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74E7AED2" w14:textId="77777777" w:rsidR="00F01920" w:rsidRPr="002F08C5" w:rsidRDefault="00F01920" w:rsidP="000F7306">
            <w:pPr>
              <w:pStyle w:val="Claneka"/>
              <w:ind w:left="0" w:firstLine="0"/>
              <w:rPr>
                <w:rFonts w:asciiTheme="majorHAnsi" w:hAnsiTheme="majorHAnsi"/>
                <w:b/>
                <w:sz w:val="18"/>
                <w:szCs w:val="18"/>
              </w:rPr>
            </w:pPr>
            <w:r w:rsidRPr="003F15DB">
              <w:rPr>
                <w:rFonts w:asciiTheme="majorHAnsi" w:hAnsiTheme="majorHAnsi"/>
                <w:b/>
                <w:sz w:val="18"/>
                <w:szCs w:val="18"/>
              </w:rPr>
              <w:t>člen měři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c</w:t>
            </w:r>
            <w:r w:rsidRPr="003F15DB">
              <w:rPr>
                <w:rFonts w:asciiTheme="majorHAnsi" w:hAnsiTheme="majorHAnsi"/>
                <w:b/>
                <w:sz w:val="18"/>
                <w:szCs w:val="18"/>
              </w:rPr>
              <w:t>ké skupiny</w:t>
            </w:r>
          </w:p>
        </w:tc>
        <w:tc>
          <w:tcPr>
            <w:tcW w:w="2226" w:type="dxa"/>
          </w:tcPr>
          <w:p w14:paraId="772AA8F2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843" w:type="dxa"/>
          </w:tcPr>
          <w:p w14:paraId="3AA03317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268" w:type="dxa"/>
          </w:tcPr>
          <w:p w14:paraId="2ED4D7D7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bookmarkEnd w:id="0"/>
    </w:tbl>
    <w:p w14:paraId="7C35EE59" w14:textId="77777777" w:rsidR="00F01920" w:rsidRDefault="00F01920" w:rsidP="00F01920">
      <w:pPr>
        <w:rPr>
          <w:b/>
          <w:noProof/>
          <w:u w:val="single"/>
        </w:rPr>
      </w:pPr>
    </w:p>
    <w:tbl>
      <w:tblPr>
        <w:tblStyle w:val="Mkatabulky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1"/>
        <w:gridCol w:w="2226"/>
        <w:gridCol w:w="1843"/>
        <w:gridCol w:w="2268"/>
      </w:tblGrid>
      <w:tr w:rsidR="00F01920" w:rsidRPr="001C34C2" w14:paraId="4742018C" w14:textId="77777777" w:rsidTr="000F73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05D826" w14:textId="77777777" w:rsidR="00F01920" w:rsidRPr="001C34C2" w:rsidRDefault="00F01920" w:rsidP="000F7306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Pracovní tým B</w:t>
            </w:r>
          </w:p>
        </w:tc>
      </w:tr>
      <w:tr w:rsidR="00F01920" w:rsidRPr="001C34C2" w14:paraId="441D2F61" w14:textId="77777777" w:rsidTr="000F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42263C" w14:textId="77777777" w:rsidR="00F01920" w:rsidRPr="001C34C2" w:rsidRDefault="00F01920" w:rsidP="000F7306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Název klíčové pozice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C1A57C" w14:textId="77777777" w:rsidR="00F01920" w:rsidRPr="001C34C2" w:rsidRDefault="00F01920" w:rsidP="000F7306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Jméno a příjmení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F67026" w14:textId="77777777" w:rsidR="00F01920" w:rsidRPr="001C34C2" w:rsidRDefault="00F01920" w:rsidP="000F7306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Kontaktní telefon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391D12" w14:textId="77777777" w:rsidR="00F01920" w:rsidRPr="001C34C2" w:rsidRDefault="00F01920" w:rsidP="000F7306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Kontaktní e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noBreakHyphen/>
            </w: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mail</w:t>
            </w:r>
          </w:p>
        </w:tc>
      </w:tr>
      <w:tr w:rsidR="00F01920" w:rsidRPr="001C34C2" w14:paraId="1386AC58" w14:textId="77777777" w:rsidTr="000F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EAF6F09" w14:textId="77777777" w:rsidR="00F01920" w:rsidRPr="001C34C2" w:rsidRDefault="00F01920" w:rsidP="000F7306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rPr>
                <w:rFonts w:asciiTheme="majorHAnsi" w:hAnsiTheme="majorHAnsi"/>
                <w:b/>
                <w:sz w:val="18"/>
                <w:szCs w:val="18"/>
              </w:rPr>
            </w:pPr>
            <w:r w:rsidRPr="003F15DB">
              <w:rPr>
                <w:rFonts w:asciiTheme="majorHAnsi" w:hAnsiTheme="majorHAnsi"/>
                <w:b/>
                <w:sz w:val="18"/>
                <w:szCs w:val="18"/>
              </w:rPr>
              <w:t xml:space="preserve">Vedoucí projektu </w:t>
            </w:r>
          </w:p>
        </w:tc>
        <w:tc>
          <w:tcPr>
            <w:tcW w:w="2226" w:type="dxa"/>
            <w:tcBorders>
              <w:top w:val="single" w:sz="4" w:space="0" w:color="auto"/>
            </w:tcBorders>
          </w:tcPr>
          <w:p w14:paraId="1B437B19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6D624DC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050B6EE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F01920" w:rsidRPr="001C34C2" w14:paraId="130DC7C2" w14:textId="77777777" w:rsidTr="000F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308E6451" w14:textId="77777777" w:rsidR="00F01920" w:rsidRPr="001C34C2" w:rsidRDefault="00F01920" w:rsidP="000F7306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rPr>
                <w:rFonts w:asciiTheme="majorHAnsi" w:hAnsiTheme="majorHAnsi"/>
                <w:sz w:val="18"/>
              </w:rPr>
            </w:pPr>
            <w:r w:rsidRPr="003F15DB">
              <w:rPr>
                <w:rFonts w:asciiTheme="majorHAnsi" w:hAnsiTheme="majorHAnsi"/>
                <w:b/>
                <w:sz w:val="18"/>
              </w:rPr>
              <w:t>Pracovník pro vyhledání TI</w:t>
            </w:r>
          </w:p>
        </w:tc>
        <w:tc>
          <w:tcPr>
            <w:tcW w:w="2226" w:type="dxa"/>
          </w:tcPr>
          <w:p w14:paraId="61AB41AE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843" w:type="dxa"/>
          </w:tcPr>
          <w:p w14:paraId="02038A47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268" w:type="dxa"/>
          </w:tcPr>
          <w:p w14:paraId="5CDC8601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F01920" w:rsidRPr="001C34C2" w14:paraId="0B65D087" w14:textId="77777777" w:rsidTr="000F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12B51D78" w14:textId="77777777" w:rsidR="00F01920" w:rsidRPr="001C34C2" w:rsidRDefault="00F01920" w:rsidP="000F7306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rPr>
                <w:rFonts w:asciiTheme="majorHAnsi" w:hAnsiTheme="majorHAnsi"/>
                <w:sz w:val="18"/>
              </w:rPr>
            </w:pPr>
            <w:r w:rsidRPr="003F15DB">
              <w:rPr>
                <w:rFonts w:asciiTheme="majorHAnsi" w:hAnsiTheme="majorHAnsi"/>
                <w:b/>
                <w:sz w:val="18"/>
              </w:rPr>
              <w:t xml:space="preserve">Ověřovatel </w:t>
            </w:r>
            <w:r w:rsidRPr="003F15DB">
              <w:rPr>
                <w:rFonts w:asciiTheme="majorHAnsi" w:hAnsiTheme="majorHAnsi"/>
                <w:b/>
                <w:sz w:val="18"/>
                <w:szCs w:val="18"/>
              </w:rPr>
              <w:t>zaměření</w:t>
            </w:r>
            <w:r w:rsidRPr="003F15DB">
              <w:rPr>
                <w:rFonts w:asciiTheme="majorHAnsi" w:hAnsiTheme="majorHAnsi"/>
                <w:b/>
                <w:sz w:val="18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</w:rPr>
              <w:t>TI</w:t>
            </w:r>
            <w:r w:rsidRPr="003F15DB">
              <w:rPr>
                <w:rFonts w:asciiTheme="majorHAnsi" w:hAnsiTheme="majorHAnsi"/>
                <w:b/>
                <w:sz w:val="18"/>
              </w:rPr>
              <w:t xml:space="preserve"> </w:t>
            </w:r>
          </w:p>
        </w:tc>
        <w:tc>
          <w:tcPr>
            <w:tcW w:w="2226" w:type="dxa"/>
          </w:tcPr>
          <w:p w14:paraId="49383CB7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843" w:type="dxa"/>
          </w:tcPr>
          <w:p w14:paraId="0D7E1432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268" w:type="dxa"/>
          </w:tcPr>
          <w:p w14:paraId="38D9823B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F01920" w:rsidRPr="001C34C2" w14:paraId="7C76DF35" w14:textId="77777777" w:rsidTr="000F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5BFD7C45" w14:textId="77777777" w:rsidR="00F01920" w:rsidRPr="001C34C2" w:rsidRDefault="00F01920" w:rsidP="000F7306">
            <w:pPr>
              <w:pStyle w:val="Claneka"/>
              <w:ind w:left="0" w:firstLine="0"/>
              <w:rPr>
                <w:rFonts w:asciiTheme="majorHAnsi" w:hAnsiTheme="majorHAnsi"/>
                <w:sz w:val="18"/>
              </w:rPr>
            </w:pPr>
            <w:r w:rsidRPr="003F15DB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Vedoucí měři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c</w:t>
            </w:r>
            <w:r w:rsidRPr="003F15DB">
              <w:rPr>
                <w:rFonts w:asciiTheme="majorHAnsi" w:hAnsiTheme="majorHAnsi"/>
                <w:b/>
                <w:sz w:val="18"/>
                <w:szCs w:val="18"/>
              </w:rPr>
              <w:t>kých skupin</w:t>
            </w:r>
          </w:p>
        </w:tc>
        <w:tc>
          <w:tcPr>
            <w:tcW w:w="2226" w:type="dxa"/>
          </w:tcPr>
          <w:p w14:paraId="269549DF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843" w:type="dxa"/>
          </w:tcPr>
          <w:p w14:paraId="483FAB94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268" w:type="dxa"/>
          </w:tcPr>
          <w:p w14:paraId="4DA6361D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F01920" w:rsidRPr="001C34C2" w14:paraId="46FF873F" w14:textId="77777777" w:rsidTr="000F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775DEAF0" w14:textId="77777777" w:rsidR="00F01920" w:rsidRPr="001C34C2" w:rsidRDefault="00F01920" w:rsidP="000F7306">
            <w:pPr>
              <w:pStyle w:val="Claneka"/>
              <w:ind w:left="0" w:firstLine="0"/>
              <w:rPr>
                <w:rFonts w:asciiTheme="majorHAnsi" w:hAnsiTheme="majorHAnsi"/>
                <w:sz w:val="18"/>
              </w:rPr>
            </w:pPr>
            <w:r w:rsidRPr="003F15DB">
              <w:rPr>
                <w:rFonts w:asciiTheme="majorHAnsi" w:hAnsiTheme="majorHAnsi"/>
                <w:b/>
                <w:sz w:val="18"/>
                <w:szCs w:val="18"/>
              </w:rPr>
              <w:t>Zpracovatel dat</w:t>
            </w:r>
          </w:p>
        </w:tc>
        <w:tc>
          <w:tcPr>
            <w:tcW w:w="2226" w:type="dxa"/>
          </w:tcPr>
          <w:p w14:paraId="690AEE99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843" w:type="dxa"/>
          </w:tcPr>
          <w:p w14:paraId="637055B2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268" w:type="dxa"/>
          </w:tcPr>
          <w:p w14:paraId="67948001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F01920" w:rsidRPr="001C34C2" w14:paraId="26F0665A" w14:textId="77777777" w:rsidTr="000F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53F45068" w14:textId="77777777" w:rsidR="00F01920" w:rsidRPr="002F08C5" w:rsidRDefault="00F01920" w:rsidP="000F7306">
            <w:pPr>
              <w:pStyle w:val="Claneka"/>
              <w:ind w:left="0" w:firstLine="0"/>
              <w:rPr>
                <w:rFonts w:asciiTheme="majorHAnsi" w:hAnsiTheme="majorHAnsi"/>
                <w:b/>
                <w:sz w:val="18"/>
                <w:szCs w:val="18"/>
              </w:rPr>
            </w:pPr>
            <w:r w:rsidRPr="003F15DB">
              <w:rPr>
                <w:rFonts w:asciiTheme="majorHAnsi" w:hAnsiTheme="majorHAnsi"/>
                <w:b/>
                <w:sz w:val="18"/>
                <w:szCs w:val="18"/>
              </w:rPr>
              <w:t>člen měři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c</w:t>
            </w:r>
            <w:r w:rsidRPr="003F15DB">
              <w:rPr>
                <w:rFonts w:asciiTheme="majorHAnsi" w:hAnsiTheme="majorHAnsi"/>
                <w:b/>
                <w:sz w:val="18"/>
                <w:szCs w:val="18"/>
              </w:rPr>
              <w:t>ké skupiny</w:t>
            </w:r>
          </w:p>
        </w:tc>
        <w:tc>
          <w:tcPr>
            <w:tcW w:w="2226" w:type="dxa"/>
          </w:tcPr>
          <w:p w14:paraId="5EBD7B6C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843" w:type="dxa"/>
          </w:tcPr>
          <w:p w14:paraId="2634CFAD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268" w:type="dxa"/>
          </w:tcPr>
          <w:p w14:paraId="530FF9D6" w14:textId="77777777" w:rsidR="00F01920" w:rsidRPr="001C34C2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</w:tbl>
    <w:p w14:paraId="6F935BD7" w14:textId="77777777" w:rsidR="00F01920" w:rsidRDefault="00F01920" w:rsidP="00F01920">
      <w:pPr>
        <w:rPr>
          <w:b/>
          <w:noProof/>
          <w:u w:val="single"/>
        </w:rPr>
      </w:pPr>
    </w:p>
    <w:p w14:paraId="03373C72" w14:textId="77777777" w:rsidR="00F01920" w:rsidRPr="00106997" w:rsidRDefault="00F01920" w:rsidP="00F01920">
      <w:pPr>
        <w:rPr>
          <w:rFonts w:cs="Times New Roman"/>
          <w:szCs w:val="22"/>
        </w:rPr>
      </w:pPr>
      <w:bookmarkStart w:id="1" w:name="_Ref40452984"/>
      <w:r w:rsidRPr="00106997">
        <w:rPr>
          <w:rFonts w:cs="Times New Roman"/>
          <w:szCs w:val="22"/>
        </w:rPr>
        <w:t xml:space="preserve">Další členové Realizačního týmu </w:t>
      </w:r>
      <w:r>
        <w:rPr>
          <w:rFonts w:cs="Times New Roman"/>
          <w:szCs w:val="22"/>
        </w:rPr>
        <w:t>Zhotovitel</w:t>
      </w:r>
      <w:r w:rsidRPr="00106997">
        <w:rPr>
          <w:rFonts w:cs="Times New Roman"/>
          <w:szCs w:val="22"/>
        </w:rPr>
        <w:t>e:</w:t>
      </w:r>
      <w:bookmarkEnd w:id="1"/>
      <w:r w:rsidRPr="00106997">
        <w:rPr>
          <w:rFonts w:cs="Times New Roman"/>
          <w:szCs w:val="22"/>
        </w:rPr>
        <w:t xml:space="preserve"> </w:t>
      </w:r>
      <w:r>
        <w:rPr>
          <w:rFonts w:cs="Times New Roman"/>
          <w:szCs w:val="22"/>
        </w:rPr>
        <w:t xml:space="preserve"> </w:t>
      </w:r>
    </w:p>
    <w:tbl>
      <w:tblPr>
        <w:tblStyle w:val="Mkatabulky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1932"/>
        <w:gridCol w:w="1889"/>
        <w:gridCol w:w="2034"/>
      </w:tblGrid>
      <w:tr w:rsidR="00F01920" w:rsidRPr="00106997" w14:paraId="2EA90CA4" w14:textId="77777777" w:rsidTr="000F73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  <w:vAlign w:val="center"/>
          </w:tcPr>
          <w:p w14:paraId="7916A645" w14:textId="77777777" w:rsidR="00F01920" w:rsidRPr="00136CC0" w:rsidRDefault="00F01920" w:rsidP="000F7306">
            <w:pPr>
              <w:jc w:val="center"/>
              <w:rPr>
                <w:sz w:val="18"/>
              </w:rPr>
            </w:pPr>
            <w:r w:rsidRPr="00136CC0">
              <w:rPr>
                <w:b/>
                <w:sz w:val="18"/>
              </w:rPr>
              <w:t>Specifikace zajišťovaných Služeb/pozice</w:t>
            </w:r>
          </w:p>
        </w:tc>
        <w:tc>
          <w:tcPr>
            <w:tcW w:w="1932" w:type="dxa"/>
            <w:shd w:val="clear" w:color="auto" w:fill="D9D9D9" w:themeFill="background1" w:themeFillShade="D9"/>
            <w:vAlign w:val="center"/>
          </w:tcPr>
          <w:p w14:paraId="74F5A27F" w14:textId="77777777" w:rsidR="00F01920" w:rsidRPr="00136CC0" w:rsidRDefault="00F01920" w:rsidP="000F73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b/>
                <w:sz w:val="18"/>
              </w:rPr>
              <w:t>Jméno a příjmení</w:t>
            </w:r>
          </w:p>
        </w:tc>
        <w:tc>
          <w:tcPr>
            <w:tcW w:w="1889" w:type="dxa"/>
            <w:shd w:val="clear" w:color="auto" w:fill="D9D9D9" w:themeFill="background1" w:themeFillShade="D9"/>
            <w:vAlign w:val="center"/>
          </w:tcPr>
          <w:p w14:paraId="0E67D59B" w14:textId="77777777" w:rsidR="00F01920" w:rsidRPr="00136CC0" w:rsidRDefault="00F01920" w:rsidP="000F73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b/>
                <w:sz w:val="18"/>
              </w:rPr>
              <w:t>Kontaktní telefon</w:t>
            </w:r>
          </w:p>
        </w:tc>
        <w:tc>
          <w:tcPr>
            <w:tcW w:w="2034" w:type="dxa"/>
            <w:shd w:val="clear" w:color="auto" w:fill="D9D9D9" w:themeFill="background1" w:themeFillShade="D9"/>
            <w:vAlign w:val="center"/>
          </w:tcPr>
          <w:p w14:paraId="407A4B57" w14:textId="77777777" w:rsidR="00F01920" w:rsidRPr="00136CC0" w:rsidRDefault="00F01920" w:rsidP="000F73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b/>
                <w:sz w:val="18"/>
              </w:rPr>
              <w:t>Kontaktní e-mail</w:t>
            </w:r>
          </w:p>
        </w:tc>
      </w:tr>
      <w:tr w:rsidR="00F01920" w:rsidRPr="00106997" w14:paraId="547A82C5" w14:textId="77777777" w:rsidTr="000F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14:paraId="2656C6B9" w14:textId="77777777" w:rsidR="00F01920" w:rsidRPr="00136CC0" w:rsidRDefault="00F01920" w:rsidP="000F7306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[</w:t>
            </w:r>
            <w:r w:rsidRPr="0082777A">
              <w:rPr>
                <w:b/>
                <w:sz w:val="18"/>
                <w:highlight w:val="green"/>
              </w:rPr>
              <w:t>název pozice</w:t>
            </w:r>
            <w:r>
              <w:rPr>
                <w:b/>
                <w:bCs/>
                <w:sz w:val="18"/>
              </w:rPr>
              <w:t>]</w:t>
            </w:r>
          </w:p>
        </w:tc>
        <w:tc>
          <w:tcPr>
            <w:tcW w:w="1932" w:type="dxa"/>
          </w:tcPr>
          <w:p w14:paraId="6A126432" w14:textId="77777777" w:rsidR="00F01920" w:rsidRPr="00136CC0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14:paraId="5E9ACCD2" w14:textId="77777777" w:rsidR="00F01920" w:rsidRPr="00136CC0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14:paraId="73B07B63" w14:textId="77777777" w:rsidR="00F01920" w:rsidRPr="00136CC0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F01920" w:rsidRPr="00106997" w14:paraId="5134201B" w14:textId="77777777" w:rsidTr="000F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14:paraId="7AF79881" w14:textId="77777777" w:rsidR="00F01920" w:rsidRPr="00136CC0" w:rsidRDefault="00F01920" w:rsidP="000F7306">
            <w:pPr>
              <w:rPr>
                <w:sz w:val="18"/>
              </w:rPr>
            </w:pPr>
            <w:r w:rsidRPr="00136CC0">
              <w:rPr>
                <w:b/>
                <w:sz w:val="18"/>
              </w:rPr>
              <w:t>[</w:t>
            </w:r>
            <w:r w:rsidRPr="0082777A">
              <w:rPr>
                <w:b/>
                <w:sz w:val="18"/>
                <w:highlight w:val="green"/>
              </w:rPr>
              <w:t>název pozice</w:t>
            </w:r>
            <w:r w:rsidRPr="00136CC0">
              <w:rPr>
                <w:b/>
                <w:sz w:val="18"/>
              </w:rPr>
              <w:t>]</w:t>
            </w:r>
          </w:p>
        </w:tc>
        <w:tc>
          <w:tcPr>
            <w:tcW w:w="1932" w:type="dxa"/>
          </w:tcPr>
          <w:p w14:paraId="07A27E02" w14:textId="77777777" w:rsidR="00F01920" w:rsidRPr="00136CC0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14:paraId="7FC8D0FD" w14:textId="77777777" w:rsidR="00F01920" w:rsidRPr="00136CC0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14:paraId="560677F0" w14:textId="77777777" w:rsidR="00F01920" w:rsidRPr="00136CC0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F01920" w:rsidRPr="00106997" w14:paraId="0230466A" w14:textId="77777777" w:rsidTr="000F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14:paraId="57C0978E" w14:textId="77777777" w:rsidR="00F01920" w:rsidRPr="00136CC0" w:rsidRDefault="00F01920" w:rsidP="000F7306">
            <w:pPr>
              <w:rPr>
                <w:sz w:val="18"/>
              </w:rPr>
            </w:pPr>
            <w:r w:rsidRPr="00136CC0">
              <w:rPr>
                <w:b/>
                <w:sz w:val="18"/>
              </w:rPr>
              <w:t>[</w:t>
            </w:r>
            <w:r w:rsidRPr="0082777A">
              <w:rPr>
                <w:b/>
                <w:sz w:val="18"/>
                <w:highlight w:val="green"/>
              </w:rPr>
              <w:t>název pozice</w:t>
            </w:r>
            <w:r w:rsidRPr="00136CC0">
              <w:rPr>
                <w:b/>
                <w:sz w:val="18"/>
              </w:rPr>
              <w:t>]</w:t>
            </w:r>
          </w:p>
        </w:tc>
        <w:tc>
          <w:tcPr>
            <w:tcW w:w="1932" w:type="dxa"/>
          </w:tcPr>
          <w:p w14:paraId="12830412" w14:textId="77777777" w:rsidR="00F01920" w:rsidRPr="00136CC0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14:paraId="473FE614" w14:textId="77777777" w:rsidR="00F01920" w:rsidRPr="00136CC0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14:paraId="796A684D" w14:textId="77777777" w:rsidR="00F01920" w:rsidRPr="00136CC0" w:rsidRDefault="00F01920" w:rsidP="000F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</w:tbl>
    <w:p w14:paraId="110A0E7A" w14:textId="77777777" w:rsidR="00F01920" w:rsidRPr="00464700" w:rsidRDefault="00F01920" w:rsidP="00F01920">
      <w:pPr>
        <w:rPr>
          <w:b/>
          <w:noProof/>
          <w:u w:val="single"/>
        </w:rPr>
      </w:pPr>
    </w:p>
    <w:p w14:paraId="49DA1A1D" w14:textId="77777777" w:rsidR="00F01920" w:rsidRPr="006D28EB" w:rsidRDefault="00F01920" w:rsidP="00F01920">
      <w:pPr>
        <w:keepNext/>
        <w:keepLines/>
        <w:jc w:val="both"/>
      </w:pPr>
      <w:r w:rsidRPr="00464700">
        <w:rPr>
          <w:rFonts w:cs="Times New Roman"/>
        </w:rPr>
        <w:t>Popis činnosti na klíčových pozicích v Realizačním týmu (Kvalifikované osoby)</w:t>
      </w:r>
      <w:r>
        <w:rPr>
          <w:rFonts w:cs="Times New Roman"/>
        </w:rPr>
        <w:t xml:space="preserve"> je uveden ve článku 4.1 Technické specifikace.</w:t>
      </w:r>
    </w:p>
    <w:p w14:paraId="4F28B96E" w14:textId="77777777" w:rsidR="00F01920" w:rsidRPr="00B85B4C" w:rsidRDefault="00F01920" w:rsidP="00F01920">
      <w:pPr>
        <w:rPr>
          <w:b/>
          <w:u w:val="single"/>
        </w:rPr>
      </w:pPr>
    </w:p>
    <w:p w14:paraId="569508CE" w14:textId="77777777" w:rsidR="001C34C2" w:rsidRPr="00B85B4C" w:rsidRDefault="001C34C2" w:rsidP="00F0533E">
      <w:pPr>
        <w:rPr>
          <w:b/>
          <w:u w:val="single"/>
        </w:rPr>
      </w:pPr>
      <w:bookmarkStart w:id="2" w:name="_GoBack"/>
      <w:bookmarkEnd w:id="2"/>
    </w:p>
    <w:sectPr w:rsidR="001C34C2" w:rsidRPr="00B85B4C" w:rsidSect="00136CC0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27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888794" w14:textId="77777777" w:rsidR="00316BFF" w:rsidRDefault="00316BFF" w:rsidP="00962258">
      <w:pPr>
        <w:spacing w:after="0" w:line="240" w:lineRule="auto"/>
      </w:pPr>
      <w:r>
        <w:separator/>
      </w:r>
    </w:p>
  </w:endnote>
  <w:endnote w:type="continuationSeparator" w:id="0">
    <w:p w14:paraId="7CC9A7AE" w14:textId="77777777" w:rsidR="00316BFF" w:rsidRDefault="00316BF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7BCA7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1CB13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19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19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6608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0719F3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1F6D5FA" w14:textId="77777777" w:rsidR="00F1715C" w:rsidRDefault="00F1715C" w:rsidP="00D831A3">
          <w:pPr>
            <w:pStyle w:val="Zpat"/>
          </w:pPr>
        </w:p>
      </w:tc>
    </w:tr>
  </w:tbl>
  <w:p w14:paraId="0912E74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3F8085B" wp14:editId="7D655E9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4EB2817" wp14:editId="3C6DD4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B43D14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C47E31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192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19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29F4C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FA0E52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A8458C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24F4A1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6DA7F91" w14:textId="77777777" w:rsidR="00F1715C" w:rsidRDefault="006A0221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75CB976" w14:textId="77777777" w:rsidR="00F1715C" w:rsidRDefault="00F1715C" w:rsidP="00460660">
          <w:pPr>
            <w:pStyle w:val="Zpat"/>
          </w:pPr>
        </w:p>
      </w:tc>
    </w:tr>
  </w:tbl>
  <w:p w14:paraId="23BFD8A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9B1F233" wp14:editId="2AA5647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60C368C" wp14:editId="3D95625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1E8168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418AC" w14:textId="77777777" w:rsidR="00316BFF" w:rsidRDefault="00316BFF" w:rsidP="00962258">
      <w:pPr>
        <w:spacing w:after="0" w:line="240" w:lineRule="auto"/>
      </w:pPr>
      <w:r>
        <w:separator/>
      </w:r>
    </w:p>
  </w:footnote>
  <w:footnote w:type="continuationSeparator" w:id="0">
    <w:p w14:paraId="0AF5E904" w14:textId="77777777" w:rsidR="00316BFF" w:rsidRDefault="00316BF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EBC66C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833390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01FA3A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8D5020C" w14:textId="77777777" w:rsidR="00F1715C" w:rsidRPr="00D6163D" w:rsidRDefault="00F1715C" w:rsidP="00D6163D">
          <w:pPr>
            <w:pStyle w:val="Druhdokumentu"/>
          </w:pPr>
        </w:p>
      </w:tc>
    </w:tr>
  </w:tbl>
  <w:p w14:paraId="1CC0593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1E224E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A6F0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61CFC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6E0C7F" w14:textId="77777777" w:rsidR="00F1715C" w:rsidRPr="00D6163D" w:rsidRDefault="00F1715C" w:rsidP="00FC6389">
          <w:pPr>
            <w:pStyle w:val="Druhdokumentu"/>
          </w:pPr>
        </w:p>
      </w:tc>
    </w:tr>
    <w:tr w:rsidR="009F392E" w14:paraId="50C468E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BAD7CD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9A36C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34CDB5" w14:textId="77777777" w:rsidR="009F392E" w:rsidRPr="00D6163D" w:rsidRDefault="009F392E" w:rsidP="00FC6389">
          <w:pPr>
            <w:pStyle w:val="Druhdokumentu"/>
          </w:pPr>
        </w:p>
      </w:tc>
    </w:tr>
  </w:tbl>
  <w:p w14:paraId="19FA339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C8952CD" wp14:editId="1B3A614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9962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026A01"/>
    <w:multiLevelType w:val="hybridMultilevel"/>
    <w:tmpl w:val="DA384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25E2A"/>
    <w:multiLevelType w:val="hybridMultilevel"/>
    <w:tmpl w:val="8F900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1F3DA8"/>
    <w:multiLevelType w:val="hybridMultilevel"/>
    <w:tmpl w:val="0816B3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35538B"/>
    <w:multiLevelType w:val="hybridMultilevel"/>
    <w:tmpl w:val="8EE0A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B0532D"/>
    <w:multiLevelType w:val="hybridMultilevel"/>
    <w:tmpl w:val="0E0ADC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F76403"/>
    <w:multiLevelType w:val="multilevel"/>
    <w:tmpl w:val="0D34D660"/>
    <w:numStyleLink w:val="ListBulletmultilevel"/>
  </w:abstractNum>
  <w:abstractNum w:abstractNumId="10">
    <w:nsid w:val="344B4C44"/>
    <w:multiLevelType w:val="multilevel"/>
    <w:tmpl w:val="CABE99FC"/>
    <w:numStyleLink w:val="ListNumbermultilevel"/>
  </w:abstractNum>
  <w:abstractNum w:abstractNumId="11">
    <w:nsid w:val="34EE549F"/>
    <w:multiLevelType w:val="multilevel"/>
    <w:tmpl w:val="CABE99FC"/>
    <w:numStyleLink w:val="ListNumbermultilevel"/>
  </w:abstractNum>
  <w:abstractNum w:abstractNumId="12">
    <w:nsid w:val="3BEF06E0"/>
    <w:multiLevelType w:val="hybridMultilevel"/>
    <w:tmpl w:val="FE5480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CD0EDA"/>
    <w:multiLevelType w:val="hybridMultilevel"/>
    <w:tmpl w:val="9EB86ECE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0B951D1"/>
    <w:multiLevelType w:val="hybridMultilevel"/>
    <w:tmpl w:val="31C0FE2C"/>
    <w:lvl w:ilvl="0" w:tplc="04050011">
      <w:start w:val="1"/>
      <w:numFmt w:val="decimal"/>
      <w:lvlText w:val="%1)"/>
      <w:lvlJc w:val="left"/>
      <w:pPr>
        <w:ind w:left="1789" w:hanging="360"/>
      </w:pPr>
      <w:rPr>
        <w:b/>
        <w:color w:val="auto"/>
        <w:sz w:val="18"/>
        <w:szCs w:val="18"/>
      </w:rPr>
    </w:lvl>
    <w:lvl w:ilvl="1" w:tplc="530C715E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  <w:sz w:val="22"/>
      </w:rPr>
    </w:lvl>
    <w:lvl w:ilvl="2" w:tplc="4872A8F2">
      <w:numFmt w:val="bullet"/>
      <w:lvlText w:val="-"/>
      <w:lvlJc w:val="left"/>
      <w:pPr>
        <w:ind w:left="3289" w:hanging="42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610412EE"/>
    <w:multiLevelType w:val="hybridMultilevel"/>
    <w:tmpl w:val="BE5A1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5E1BF6"/>
    <w:multiLevelType w:val="hybridMultilevel"/>
    <w:tmpl w:val="DF4AD9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AF0A8C"/>
    <w:multiLevelType w:val="multilevel"/>
    <w:tmpl w:val="0D34D660"/>
    <w:numStyleLink w:val="ListBulletmultilevel"/>
  </w:abstractNum>
  <w:abstractNum w:abstractNumId="18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9"/>
  </w:num>
  <w:num w:numId="17">
    <w:abstractNumId w:val="4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9"/>
  </w:num>
  <w:num w:numId="29">
    <w:abstractNumId w:val="4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2"/>
  </w:num>
  <w:num w:numId="35">
    <w:abstractNumId w:val="3"/>
  </w:num>
  <w:num w:numId="36">
    <w:abstractNumId w:val="16"/>
  </w:num>
  <w:num w:numId="37">
    <w:abstractNumId w:val="12"/>
  </w:num>
  <w:num w:numId="38">
    <w:abstractNumId w:val="15"/>
  </w:num>
  <w:num w:numId="39">
    <w:abstractNumId w:val="7"/>
  </w:num>
  <w:num w:numId="40">
    <w:abstractNumId w:val="6"/>
  </w:num>
  <w:num w:numId="41">
    <w:abstractNumId w:val="18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3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B4C"/>
    <w:rsid w:val="00012050"/>
    <w:rsid w:val="000247E5"/>
    <w:rsid w:val="00072C1E"/>
    <w:rsid w:val="000C6876"/>
    <w:rsid w:val="000E23A7"/>
    <w:rsid w:val="000E4A61"/>
    <w:rsid w:val="0010693F"/>
    <w:rsid w:val="00114472"/>
    <w:rsid w:val="00136CC0"/>
    <w:rsid w:val="001550BC"/>
    <w:rsid w:val="001605B9"/>
    <w:rsid w:val="00170EC5"/>
    <w:rsid w:val="001747C1"/>
    <w:rsid w:val="00184743"/>
    <w:rsid w:val="001C34C2"/>
    <w:rsid w:val="00207DF5"/>
    <w:rsid w:val="00226B70"/>
    <w:rsid w:val="00234F85"/>
    <w:rsid w:val="00270235"/>
    <w:rsid w:val="00280E07"/>
    <w:rsid w:val="002A0082"/>
    <w:rsid w:val="002C31BF"/>
    <w:rsid w:val="002D08B1"/>
    <w:rsid w:val="002E0CD7"/>
    <w:rsid w:val="002F08C5"/>
    <w:rsid w:val="00316BFF"/>
    <w:rsid w:val="00341DCF"/>
    <w:rsid w:val="00357BC6"/>
    <w:rsid w:val="00365BC2"/>
    <w:rsid w:val="00395491"/>
    <w:rsid w:val="003956C6"/>
    <w:rsid w:val="003F15DB"/>
    <w:rsid w:val="00441430"/>
    <w:rsid w:val="00450F07"/>
    <w:rsid w:val="00453CD3"/>
    <w:rsid w:val="00460660"/>
    <w:rsid w:val="0046470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2BD7"/>
    <w:rsid w:val="00523EA7"/>
    <w:rsid w:val="00553375"/>
    <w:rsid w:val="00557C28"/>
    <w:rsid w:val="00566811"/>
    <w:rsid w:val="005736B7"/>
    <w:rsid w:val="00575E5A"/>
    <w:rsid w:val="005F1404"/>
    <w:rsid w:val="0061068E"/>
    <w:rsid w:val="00647F5E"/>
    <w:rsid w:val="00660AD3"/>
    <w:rsid w:val="00677B7F"/>
    <w:rsid w:val="006A0221"/>
    <w:rsid w:val="006A5570"/>
    <w:rsid w:val="006A689C"/>
    <w:rsid w:val="006B3D79"/>
    <w:rsid w:val="006C2472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50D8"/>
    <w:rsid w:val="007F56A7"/>
    <w:rsid w:val="007F75AD"/>
    <w:rsid w:val="00807DD0"/>
    <w:rsid w:val="0082777A"/>
    <w:rsid w:val="008659F3"/>
    <w:rsid w:val="00886D4B"/>
    <w:rsid w:val="00895406"/>
    <w:rsid w:val="008A1F58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7FE9"/>
    <w:rsid w:val="00A93F16"/>
    <w:rsid w:val="00AA4CBB"/>
    <w:rsid w:val="00AA65FA"/>
    <w:rsid w:val="00AA7351"/>
    <w:rsid w:val="00AD056F"/>
    <w:rsid w:val="00AD6731"/>
    <w:rsid w:val="00B15D0D"/>
    <w:rsid w:val="00B67D40"/>
    <w:rsid w:val="00B75EE1"/>
    <w:rsid w:val="00B77481"/>
    <w:rsid w:val="00B8518B"/>
    <w:rsid w:val="00B85B4C"/>
    <w:rsid w:val="00B9559E"/>
    <w:rsid w:val="00BD7E91"/>
    <w:rsid w:val="00BF100E"/>
    <w:rsid w:val="00C02D0A"/>
    <w:rsid w:val="00C03A6E"/>
    <w:rsid w:val="00C44F6A"/>
    <w:rsid w:val="00C46773"/>
    <w:rsid w:val="00C47AE3"/>
    <w:rsid w:val="00CD1FC4"/>
    <w:rsid w:val="00CF3F0B"/>
    <w:rsid w:val="00D21061"/>
    <w:rsid w:val="00D358D0"/>
    <w:rsid w:val="00D4108E"/>
    <w:rsid w:val="00D43E32"/>
    <w:rsid w:val="00D6163D"/>
    <w:rsid w:val="00D73D46"/>
    <w:rsid w:val="00D831A3"/>
    <w:rsid w:val="00DC75F3"/>
    <w:rsid w:val="00DD1366"/>
    <w:rsid w:val="00DD46F3"/>
    <w:rsid w:val="00DE56F2"/>
    <w:rsid w:val="00DF116D"/>
    <w:rsid w:val="00E21553"/>
    <w:rsid w:val="00E36C4A"/>
    <w:rsid w:val="00E70B0B"/>
    <w:rsid w:val="00E80960"/>
    <w:rsid w:val="00EB104F"/>
    <w:rsid w:val="00EB1F68"/>
    <w:rsid w:val="00ED14BD"/>
    <w:rsid w:val="00F01920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2E67"/>
    <w:rsid w:val="00FC36A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70964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,Odstavec_muj,Nad,_Odstavec se seznamem,Odstavec_muj1,Odstavec_muj2,Odstavec_muj3,Nad1,Odstavec_muj4,Nad2,List Paragraph2,Odstavec_muj5,Odstavec_muj6,Odstavec_muj7,Odstavec_muj8,Odstavec_muj9,List Paragraph1,Odrazky,lp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GridTable1Light">
    <w:name w:val="Grid Table 1 Light"/>
    <w:basedOn w:val="Normlntabulka"/>
    <w:uiPriority w:val="46"/>
    <w:rsid w:val="001C34C2"/>
    <w:pPr>
      <w:spacing w:after="0" w:line="240" w:lineRule="auto"/>
    </w:pPr>
    <w:rPr>
      <w:rFonts w:ascii="Calibri Light" w:eastAsia="Calibri Light" w:hAnsi="Calibri Light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unhideWhenUsed/>
    <w:rsid w:val="001C34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C34C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C34C2"/>
    <w:rPr>
      <w:rFonts w:ascii="Times New Roman" w:eastAsia="Times New Roman" w:hAnsi="Times New Roman" w:cs="Times New Roman"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1C34C2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1C34C2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1C34C2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1C34C2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1C34C2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A-Odrážky1 Char,Odstavec_muj Char,Nad Char,_Odstavec se seznamem Char,Odstavec_muj1 Char,Odstavec_muj2 Char,Odstavec_muj3 Char,Nad1 Char,Odstavec_muj4 Char,Nad2 Char,List Paragraph2 Char,Odstavec_muj5 Char,Odstavec_muj6 Char"/>
    <w:basedOn w:val="Standardnpsmoodstavce"/>
    <w:link w:val="Odstavecseseznamem"/>
    <w:uiPriority w:val="34"/>
    <w:qFormat/>
    <w:locked/>
    <w:rsid w:val="00512BD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0960"/>
    <w:pPr>
      <w:spacing w:before="0" w:after="24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096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,Odstavec_muj,Nad,_Odstavec se seznamem,Odstavec_muj1,Odstavec_muj2,Odstavec_muj3,Nad1,Odstavec_muj4,Nad2,List Paragraph2,Odstavec_muj5,Odstavec_muj6,Odstavec_muj7,Odstavec_muj8,Odstavec_muj9,List Paragraph1,Odrazky,lp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GridTable1Light">
    <w:name w:val="Grid Table 1 Light"/>
    <w:basedOn w:val="Normlntabulka"/>
    <w:uiPriority w:val="46"/>
    <w:rsid w:val="001C34C2"/>
    <w:pPr>
      <w:spacing w:after="0" w:line="240" w:lineRule="auto"/>
    </w:pPr>
    <w:rPr>
      <w:rFonts w:ascii="Calibri Light" w:eastAsia="Calibri Light" w:hAnsi="Calibri Light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unhideWhenUsed/>
    <w:rsid w:val="001C34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C34C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C34C2"/>
    <w:rPr>
      <w:rFonts w:ascii="Times New Roman" w:eastAsia="Times New Roman" w:hAnsi="Times New Roman" w:cs="Times New Roman"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1C34C2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1C34C2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1C34C2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1C34C2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1C34C2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A-Odrážky1 Char,Odstavec_muj Char,Nad Char,_Odstavec se seznamem Char,Odstavec_muj1 Char,Odstavec_muj2 Char,Odstavec_muj3 Char,Nad1 Char,Odstavec_muj4 Char,Nad2 Char,List Paragraph2 Char,Odstavec_muj5 Char,Odstavec_muj6 Char"/>
    <w:basedOn w:val="Standardnpsmoodstavce"/>
    <w:link w:val="Odstavecseseznamem"/>
    <w:uiPriority w:val="34"/>
    <w:qFormat/>
    <w:locked/>
    <w:rsid w:val="00512BD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0960"/>
    <w:pPr>
      <w:spacing w:before="0" w:after="24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096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42741-3A59-428F-AF57-C0A96FE62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8577246-382E-4DFD-863E-8BB0D4FA3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61</TotalTime>
  <Pages>2</Pages>
  <Words>382</Words>
  <Characters>2257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12</cp:revision>
  <cp:lastPrinted>2017-11-28T17:18:00Z</cp:lastPrinted>
  <dcterms:created xsi:type="dcterms:W3CDTF">2020-10-08T09:35:00Z</dcterms:created>
  <dcterms:modified xsi:type="dcterms:W3CDTF">2022-01-26T19:18:00Z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